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825" w:rsidRDefault="00C97C60" w:rsidP="00C97C60">
      <w:pPr>
        <w:pStyle w:val="1"/>
        <w:ind w:firstLine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Утверждаю</w:t>
      </w:r>
      <w:r w:rsidR="006F1825">
        <w:rPr>
          <w:sz w:val="24"/>
        </w:rPr>
        <w:t xml:space="preserve">  </w:t>
      </w:r>
    </w:p>
    <w:p w:rsidR="00342159" w:rsidRDefault="006F1825" w:rsidP="00342159">
      <w:pPr>
        <w:pStyle w:val="3"/>
        <w:ind w:left="4678" w:firstLine="0"/>
      </w:pPr>
      <w:r>
        <w:t xml:space="preserve">                                                                             </w:t>
      </w:r>
      <w:r w:rsidR="00AF02A0">
        <w:t>Р</w:t>
      </w:r>
      <w:r>
        <w:t>уководител</w:t>
      </w:r>
      <w:r w:rsidR="00AF02A0">
        <w:t>ь</w:t>
      </w:r>
      <w:r>
        <w:t xml:space="preserve"> Государственной</w:t>
      </w:r>
      <w:r w:rsidR="00490927">
        <w:t xml:space="preserve"> </w:t>
      </w:r>
      <w:r>
        <w:t xml:space="preserve">инспекции труда </w:t>
      </w:r>
      <w:proofErr w:type="gramStart"/>
      <w:r>
        <w:t>–</w:t>
      </w:r>
      <w:r w:rsidR="002B00E6">
        <w:t>г</w:t>
      </w:r>
      <w:proofErr w:type="gramEnd"/>
      <w:r w:rsidR="002B00E6">
        <w:t>лавн</w:t>
      </w:r>
      <w:r w:rsidR="00AF02A0">
        <w:t>ый</w:t>
      </w:r>
      <w:r w:rsidR="007561E2">
        <w:t xml:space="preserve"> </w:t>
      </w:r>
      <w:r w:rsidR="007A4C31">
        <w:t>государств</w:t>
      </w:r>
      <w:r w:rsidR="002B00E6">
        <w:t>енн</w:t>
      </w:r>
      <w:r w:rsidR="00AF02A0">
        <w:t>ый</w:t>
      </w:r>
      <w:r w:rsidR="007A4C31">
        <w:t xml:space="preserve"> инспектор</w:t>
      </w:r>
      <w:r w:rsidR="00342159">
        <w:t xml:space="preserve"> труда  </w:t>
      </w:r>
    </w:p>
    <w:p w:rsidR="007561E2" w:rsidRDefault="006F1825" w:rsidP="00557595">
      <w:pPr>
        <w:pStyle w:val="3"/>
        <w:ind w:left="4678" w:firstLine="0"/>
      </w:pPr>
      <w:r>
        <w:t>в Костромской области</w:t>
      </w:r>
      <w:r w:rsidR="00342159">
        <w:t xml:space="preserve"> </w:t>
      </w:r>
    </w:p>
    <w:p w:rsidR="006F1825" w:rsidRPr="00612953" w:rsidRDefault="007561E2" w:rsidP="00490927">
      <w:pPr>
        <w:pStyle w:val="3"/>
        <w:ind w:firstLine="0"/>
      </w:pPr>
      <w:r>
        <w:t xml:space="preserve">                                                                                                                                 </w:t>
      </w:r>
      <w:r w:rsidR="002B00E6">
        <w:t xml:space="preserve">          </w:t>
      </w:r>
      <w:r w:rsidR="00626FA2">
        <w:t xml:space="preserve"> </w:t>
      </w:r>
      <w:r w:rsidR="002B00E6">
        <w:t>А.</w:t>
      </w:r>
      <w:r w:rsidR="00AF02A0">
        <w:t>С. Столяров</w:t>
      </w:r>
    </w:p>
    <w:p w:rsidR="006F1825" w:rsidRDefault="006F1825"/>
    <w:p w:rsidR="006F1825" w:rsidRDefault="006F1825">
      <w:pPr>
        <w:ind w:firstLine="851"/>
        <w:rPr>
          <w:sz w:val="24"/>
        </w:rPr>
      </w:pPr>
      <w:r>
        <w:rPr>
          <w:sz w:val="24"/>
        </w:rPr>
        <w:t xml:space="preserve">                                                        </w:t>
      </w:r>
      <w:r w:rsidR="0095759E">
        <w:rPr>
          <w:sz w:val="24"/>
        </w:rPr>
        <w:t xml:space="preserve">       "___</w:t>
      </w:r>
      <w:r w:rsidR="007D0BB8">
        <w:rPr>
          <w:sz w:val="24"/>
        </w:rPr>
        <w:t>___</w:t>
      </w:r>
      <w:r w:rsidR="0095759E">
        <w:rPr>
          <w:sz w:val="24"/>
        </w:rPr>
        <w:t>_"_______________</w:t>
      </w:r>
      <w:r w:rsidR="00C97C60">
        <w:rPr>
          <w:sz w:val="24"/>
        </w:rPr>
        <w:t>______</w:t>
      </w:r>
      <w:r w:rsidR="0095759E">
        <w:rPr>
          <w:sz w:val="24"/>
        </w:rPr>
        <w:t>201</w:t>
      </w:r>
      <w:r w:rsidR="00F869C1">
        <w:rPr>
          <w:sz w:val="24"/>
        </w:rPr>
        <w:t>5</w:t>
      </w:r>
      <w:r>
        <w:rPr>
          <w:sz w:val="24"/>
        </w:rPr>
        <w:t xml:space="preserve"> года</w:t>
      </w:r>
    </w:p>
    <w:p w:rsidR="006F1825" w:rsidRDefault="006F1825">
      <w:pPr>
        <w:ind w:firstLine="851"/>
        <w:rPr>
          <w:sz w:val="24"/>
        </w:rPr>
      </w:pPr>
    </w:p>
    <w:p w:rsidR="006F1825" w:rsidRDefault="006F1825" w:rsidP="00760FD7">
      <w:pPr>
        <w:ind w:firstLine="851"/>
        <w:jc w:val="center"/>
        <w:rPr>
          <w:sz w:val="24"/>
        </w:rPr>
      </w:pPr>
    </w:p>
    <w:p w:rsidR="00AF02A0" w:rsidRDefault="00AF02A0" w:rsidP="00760FD7">
      <w:pPr>
        <w:pStyle w:val="4"/>
        <w:rPr>
          <w:sz w:val="40"/>
        </w:rPr>
      </w:pPr>
    </w:p>
    <w:p w:rsidR="006F1825" w:rsidRDefault="006F1825" w:rsidP="00760FD7">
      <w:pPr>
        <w:pStyle w:val="4"/>
        <w:rPr>
          <w:sz w:val="40"/>
        </w:rPr>
      </w:pPr>
      <w:r>
        <w:rPr>
          <w:sz w:val="40"/>
        </w:rPr>
        <w:t>ГРАФИК</w:t>
      </w:r>
    </w:p>
    <w:p w:rsidR="006F1825" w:rsidRDefault="006F1825">
      <w:pPr>
        <w:jc w:val="center"/>
        <w:rPr>
          <w:sz w:val="24"/>
        </w:rPr>
      </w:pPr>
      <w:r>
        <w:rPr>
          <w:sz w:val="24"/>
        </w:rPr>
        <w:t>приема граждан Государственной инспекцией труда в Костромской области</w:t>
      </w:r>
    </w:p>
    <w:p w:rsidR="006F1825" w:rsidRDefault="006F1825">
      <w:pPr>
        <w:jc w:val="center"/>
        <w:rPr>
          <w:b/>
          <w:sz w:val="24"/>
        </w:rPr>
      </w:pPr>
      <w:r>
        <w:rPr>
          <w:b/>
          <w:sz w:val="24"/>
        </w:rPr>
        <w:t xml:space="preserve">на </w:t>
      </w:r>
      <w:r w:rsidR="0091636D">
        <w:rPr>
          <w:b/>
          <w:sz w:val="24"/>
        </w:rPr>
        <w:t>июнь</w:t>
      </w:r>
      <w:r w:rsidR="0065705E">
        <w:rPr>
          <w:b/>
          <w:sz w:val="24"/>
        </w:rPr>
        <w:t xml:space="preserve"> </w:t>
      </w:r>
      <w:r w:rsidR="00AC1B60">
        <w:rPr>
          <w:b/>
          <w:sz w:val="24"/>
        </w:rPr>
        <w:t>201</w:t>
      </w:r>
      <w:r w:rsidR="00AF02A0">
        <w:rPr>
          <w:b/>
          <w:sz w:val="24"/>
        </w:rPr>
        <w:t>5</w:t>
      </w:r>
      <w:r>
        <w:rPr>
          <w:b/>
          <w:sz w:val="24"/>
        </w:rPr>
        <w:t xml:space="preserve"> года </w:t>
      </w:r>
    </w:p>
    <w:p w:rsidR="006F1825" w:rsidRDefault="006F1825">
      <w:pPr>
        <w:pStyle w:val="6"/>
      </w:pPr>
      <w:r>
        <w:t xml:space="preserve">                                                                                                                      </w:t>
      </w:r>
      <w:proofErr w:type="spellStart"/>
      <w:r w:rsidR="00E13139">
        <w:t>к</w:t>
      </w:r>
      <w:r>
        <w:t>аб</w:t>
      </w:r>
      <w:proofErr w:type="spellEnd"/>
      <w:r>
        <w:t>. 502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4"/>
        <w:gridCol w:w="2973"/>
        <w:gridCol w:w="3051"/>
        <w:gridCol w:w="3012"/>
      </w:tblGrid>
      <w:tr w:rsidR="006F1825">
        <w:trPr>
          <w:trHeight w:val="594"/>
        </w:trPr>
        <w:tc>
          <w:tcPr>
            <w:tcW w:w="1104" w:type="dxa"/>
          </w:tcPr>
          <w:p w:rsidR="006F1825" w:rsidRDefault="006F18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6F1825" w:rsidRDefault="00F40C4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 w:rsidR="006F1825">
              <w:rPr>
                <w:b/>
                <w:sz w:val="24"/>
              </w:rPr>
              <w:t>риема</w:t>
            </w:r>
          </w:p>
        </w:tc>
        <w:tc>
          <w:tcPr>
            <w:tcW w:w="2973" w:type="dxa"/>
          </w:tcPr>
          <w:p w:rsidR="006F1825" w:rsidRDefault="006F18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 инспектора</w:t>
            </w:r>
          </w:p>
        </w:tc>
        <w:tc>
          <w:tcPr>
            <w:tcW w:w="3051" w:type="dxa"/>
          </w:tcPr>
          <w:p w:rsidR="006F1825" w:rsidRDefault="006F18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 заменяющего инспектора</w:t>
            </w:r>
          </w:p>
        </w:tc>
        <w:tc>
          <w:tcPr>
            <w:tcW w:w="3012" w:type="dxa"/>
          </w:tcPr>
          <w:p w:rsidR="006F1825" w:rsidRDefault="006F18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ФИО </w:t>
            </w:r>
            <w:proofErr w:type="gramStart"/>
            <w:r>
              <w:rPr>
                <w:b/>
                <w:sz w:val="24"/>
              </w:rPr>
              <w:t>ответственного</w:t>
            </w:r>
            <w:proofErr w:type="gramEnd"/>
            <w:r>
              <w:rPr>
                <w:b/>
                <w:sz w:val="24"/>
              </w:rPr>
              <w:t xml:space="preserve"> от администрации</w:t>
            </w:r>
          </w:p>
        </w:tc>
      </w:tr>
      <w:tr w:rsidR="009B0079">
        <w:tc>
          <w:tcPr>
            <w:tcW w:w="1104" w:type="dxa"/>
          </w:tcPr>
          <w:p w:rsidR="009B0079" w:rsidRDefault="0065705E" w:rsidP="006A1355">
            <w:pPr>
              <w:rPr>
                <w:sz w:val="24"/>
              </w:rPr>
            </w:pPr>
            <w:r>
              <w:rPr>
                <w:sz w:val="24"/>
              </w:rPr>
              <w:t>01</w:t>
            </w:r>
            <w:r w:rsidR="00F869C1">
              <w:rPr>
                <w:sz w:val="24"/>
              </w:rPr>
              <w:t>.0</w:t>
            </w:r>
            <w:r w:rsidR="0091636D">
              <w:rPr>
                <w:sz w:val="24"/>
              </w:rPr>
              <w:t>6</w:t>
            </w:r>
            <w:r w:rsidR="009B0079">
              <w:rPr>
                <w:sz w:val="24"/>
              </w:rPr>
              <w:t>.1</w:t>
            </w:r>
            <w:r w:rsidR="00AF02A0">
              <w:rPr>
                <w:sz w:val="24"/>
              </w:rPr>
              <w:t>5</w:t>
            </w:r>
          </w:p>
        </w:tc>
        <w:tc>
          <w:tcPr>
            <w:tcW w:w="2973" w:type="dxa"/>
          </w:tcPr>
          <w:p w:rsidR="009B0079" w:rsidRDefault="0091636D" w:rsidP="0091636D">
            <w:pPr>
              <w:rPr>
                <w:sz w:val="24"/>
              </w:rPr>
            </w:pPr>
            <w:r>
              <w:rPr>
                <w:sz w:val="24"/>
              </w:rPr>
              <w:t xml:space="preserve">Волкова Д.А. </w:t>
            </w:r>
          </w:p>
        </w:tc>
        <w:tc>
          <w:tcPr>
            <w:tcW w:w="3051" w:type="dxa"/>
          </w:tcPr>
          <w:p w:rsidR="009B0079" w:rsidRPr="00657421" w:rsidRDefault="0091636D" w:rsidP="0091636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 </w:t>
            </w:r>
          </w:p>
        </w:tc>
        <w:tc>
          <w:tcPr>
            <w:tcW w:w="3012" w:type="dxa"/>
          </w:tcPr>
          <w:p w:rsidR="009B0079" w:rsidRDefault="00955F0E" w:rsidP="00AF02A0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9B0079" w:rsidTr="00C12061">
        <w:trPr>
          <w:trHeight w:val="207"/>
        </w:trPr>
        <w:tc>
          <w:tcPr>
            <w:tcW w:w="1104" w:type="dxa"/>
          </w:tcPr>
          <w:p w:rsidR="009B0079" w:rsidRDefault="0065705E" w:rsidP="006A1355">
            <w:pPr>
              <w:rPr>
                <w:sz w:val="24"/>
              </w:rPr>
            </w:pPr>
            <w:r>
              <w:rPr>
                <w:sz w:val="24"/>
              </w:rPr>
              <w:t>02</w:t>
            </w:r>
            <w:r w:rsidR="00F869C1">
              <w:rPr>
                <w:sz w:val="24"/>
              </w:rPr>
              <w:t>.0</w:t>
            </w:r>
            <w:r w:rsidR="0091636D">
              <w:rPr>
                <w:sz w:val="24"/>
              </w:rPr>
              <w:t>6</w:t>
            </w:r>
            <w:r w:rsidR="006A1355">
              <w:rPr>
                <w:sz w:val="24"/>
              </w:rPr>
              <w:t>.</w:t>
            </w:r>
            <w:r w:rsidR="009B0079">
              <w:rPr>
                <w:sz w:val="24"/>
              </w:rPr>
              <w:t>1</w:t>
            </w:r>
            <w:r w:rsidR="00AF02A0">
              <w:rPr>
                <w:sz w:val="24"/>
              </w:rPr>
              <w:t>5</w:t>
            </w:r>
          </w:p>
        </w:tc>
        <w:tc>
          <w:tcPr>
            <w:tcW w:w="2973" w:type="dxa"/>
          </w:tcPr>
          <w:p w:rsidR="009B0079" w:rsidRDefault="0091636D" w:rsidP="0091636D">
            <w:pPr>
              <w:rPr>
                <w:sz w:val="24"/>
              </w:rPr>
            </w:pPr>
            <w:r>
              <w:rPr>
                <w:sz w:val="24"/>
              </w:rPr>
              <w:t xml:space="preserve">Новоселова Е.Л. </w:t>
            </w:r>
          </w:p>
        </w:tc>
        <w:tc>
          <w:tcPr>
            <w:tcW w:w="3051" w:type="dxa"/>
          </w:tcPr>
          <w:p w:rsidR="009B0079" w:rsidRDefault="0091636D" w:rsidP="0091636D">
            <w:pPr>
              <w:rPr>
                <w:sz w:val="24"/>
              </w:rPr>
            </w:pPr>
            <w:r>
              <w:rPr>
                <w:sz w:val="24"/>
              </w:rPr>
              <w:t>Васькова А.С.</w:t>
            </w:r>
          </w:p>
        </w:tc>
        <w:tc>
          <w:tcPr>
            <w:tcW w:w="3012" w:type="dxa"/>
          </w:tcPr>
          <w:p w:rsidR="009B0079" w:rsidRDefault="00A642CF" w:rsidP="00A642C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</w:tr>
      <w:tr w:rsidR="00955F0E">
        <w:trPr>
          <w:trHeight w:val="135"/>
        </w:trPr>
        <w:tc>
          <w:tcPr>
            <w:tcW w:w="1104" w:type="dxa"/>
          </w:tcPr>
          <w:p w:rsidR="00955F0E" w:rsidRDefault="00955F0E">
            <w:pPr>
              <w:rPr>
                <w:sz w:val="24"/>
              </w:rPr>
            </w:pPr>
            <w:r>
              <w:rPr>
                <w:sz w:val="24"/>
              </w:rPr>
              <w:t>03.06.15</w:t>
            </w:r>
          </w:p>
        </w:tc>
        <w:tc>
          <w:tcPr>
            <w:tcW w:w="2973" w:type="dxa"/>
          </w:tcPr>
          <w:p w:rsidR="00955F0E" w:rsidRDefault="00955F0E" w:rsidP="001C5785">
            <w:pPr>
              <w:rPr>
                <w:sz w:val="24"/>
              </w:rPr>
            </w:pPr>
            <w:r>
              <w:rPr>
                <w:sz w:val="24"/>
              </w:rPr>
              <w:t xml:space="preserve">Волкова Д.А. </w:t>
            </w:r>
          </w:p>
        </w:tc>
        <w:tc>
          <w:tcPr>
            <w:tcW w:w="3051" w:type="dxa"/>
          </w:tcPr>
          <w:p w:rsidR="00955F0E" w:rsidRDefault="00955F0E" w:rsidP="006A1355">
            <w:pPr>
              <w:rPr>
                <w:sz w:val="24"/>
              </w:rPr>
            </w:pPr>
            <w:r>
              <w:rPr>
                <w:sz w:val="24"/>
              </w:rPr>
              <w:t>Поленов А.А.</w:t>
            </w:r>
          </w:p>
        </w:tc>
        <w:tc>
          <w:tcPr>
            <w:tcW w:w="3012" w:type="dxa"/>
          </w:tcPr>
          <w:p w:rsidR="00955F0E" w:rsidRDefault="00955F0E" w:rsidP="00E76FDD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955F0E" w:rsidTr="00F56185">
        <w:trPr>
          <w:trHeight w:val="197"/>
        </w:trPr>
        <w:tc>
          <w:tcPr>
            <w:tcW w:w="1104" w:type="dxa"/>
          </w:tcPr>
          <w:p w:rsidR="00955F0E" w:rsidRDefault="00955F0E" w:rsidP="00501CF6">
            <w:pPr>
              <w:rPr>
                <w:sz w:val="24"/>
              </w:rPr>
            </w:pPr>
            <w:r>
              <w:rPr>
                <w:sz w:val="24"/>
              </w:rPr>
              <w:t>04.06.15</w:t>
            </w:r>
          </w:p>
        </w:tc>
        <w:tc>
          <w:tcPr>
            <w:tcW w:w="2973" w:type="dxa"/>
          </w:tcPr>
          <w:p w:rsidR="00955F0E" w:rsidRDefault="00955F0E" w:rsidP="0091636D">
            <w:pPr>
              <w:rPr>
                <w:sz w:val="24"/>
              </w:rPr>
            </w:pPr>
            <w:r>
              <w:rPr>
                <w:sz w:val="24"/>
              </w:rPr>
              <w:t>Васькова А.С.</w:t>
            </w:r>
          </w:p>
        </w:tc>
        <w:tc>
          <w:tcPr>
            <w:tcW w:w="3051" w:type="dxa"/>
          </w:tcPr>
          <w:p w:rsidR="00955F0E" w:rsidRDefault="00955F0E" w:rsidP="003A375C">
            <w:pPr>
              <w:rPr>
                <w:sz w:val="24"/>
              </w:rPr>
            </w:pPr>
            <w:r>
              <w:rPr>
                <w:sz w:val="24"/>
              </w:rPr>
              <w:t>Новоселова Е.Л.</w:t>
            </w:r>
          </w:p>
        </w:tc>
        <w:tc>
          <w:tcPr>
            <w:tcW w:w="3012" w:type="dxa"/>
          </w:tcPr>
          <w:p w:rsidR="00955F0E" w:rsidRDefault="00955F0E" w:rsidP="00E76FD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</w:tr>
      <w:tr w:rsidR="00955F0E">
        <w:trPr>
          <w:trHeight w:val="129"/>
        </w:trPr>
        <w:tc>
          <w:tcPr>
            <w:tcW w:w="1104" w:type="dxa"/>
          </w:tcPr>
          <w:p w:rsidR="00955F0E" w:rsidRDefault="00955F0E" w:rsidP="00501CF6">
            <w:pPr>
              <w:rPr>
                <w:sz w:val="24"/>
              </w:rPr>
            </w:pPr>
            <w:r>
              <w:rPr>
                <w:sz w:val="24"/>
              </w:rPr>
              <w:t>05.06.15</w:t>
            </w:r>
          </w:p>
        </w:tc>
        <w:tc>
          <w:tcPr>
            <w:tcW w:w="2973" w:type="dxa"/>
          </w:tcPr>
          <w:p w:rsidR="00955F0E" w:rsidRDefault="00955F0E" w:rsidP="0091636D">
            <w:pPr>
              <w:rPr>
                <w:sz w:val="24"/>
              </w:rPr>
            </w:pPr>
            <w:r>
              <w:rPr>
                <w:sz w:val="24"/>
              </w:rPr>
              <w:t>Поленов А.А.</w:t>
            </w:r>
          </w:p>
        </w:tc>
        <w:tc>
          <w:tcPr>
            <w:tcW w:w="3051" w:type="dxa"/>
          </w:tcPr>
          <w:p w:rsidR="00955F0E" w:rsidRPr="00146E76" w:rsidRDefault="00955F0E" w:rsidP="0091636D">
            <w:pPr>
              <w:rPr>
                <w:sz w:val="24"/>
                <w:szCs w:val="24"/>
              </w:rPr>
            </w:pPr>
            <w:r>
              <w:rPr>
                <w:sz w:val="24"/>
              </w:rPr>
              <w:t>Волкова Д.А.</w:t>
            </w:r>
          </w:p>
        </w:tc>
        <w:tc>
          <w:tcPr>
            <w:tcW w:w="3012" w:type="dxa"/>
          </w:tcPr>
          <w:p w:rsidR="00955F0E" w:rsidRDefault="00955F0E" w:rsidP="00E76FDD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955F0E">
        <w:tc>
          <w:tcPr>
            <w:tcW w:w="1104" w:type="dxa"/>
          </w:tcPr>
          <w:p w:rsidR="00955F0E" w:rsidRDefault="00955F0E" w:rsidP="00501CF6">
            <w:pPr>
              <w:rPr>
                <w:sz w:val="24"/>
              </w:rPr>
            </w:pPr>
            <w:r>
              <w:rPr>
                <w:sz w:val="24"/>
              </w:rPr>
              <w:t>08.06.15</w:t>
            </w:r>
          </w:p>
        </w:tc>
        <w:tc>
          <w:tcPr>
            <w:tcW w:w="2973" w:type="dxa"/>
          </w:tcPr>
          <w:p w:rsidR="00955F0E" w:rsidRDefault="00955F0E" w:rsidP="0091636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Бурутин</w:t>
            </w:r>
            <w:proofErr w:type="spellEnd"/>
            <w:r>
              <w:rPr>
                <w:sz w:val="24"/>
              </w:rPr>
              <w:t xml:space="preserve"> А.С</w:t>
            </w:r>
          </w:p>
        </w:tc>
        <w:tc>
          <w:tcPr>
            <w:tcW w:w="3051" w:type="dxa"/>
          </w:tcPr>
          <w:p w:rsidR="00955F0E" w:rsidRDefault="00955F0E" w:rsidP="003A375C">
            <w:pPr>
              <w:rPr>
                <w:sz w:val="24"/>
              </w:rPr>
            </w:pPr>
            <w:r>
              <w:rPr>
                <w:sz w:val="24"/>
              </w:rPr>
              <w:t>Герасимова Е.Л.</w:t>
            </w:r>
          </w:p>
        </w:tc>
        <w:tc>
          <w:tcPr>
            <w:tcW w:w="3012" w:type="dxa"/>
          </w:tcPr>
          <w:p w:rsidR="00955F0E" w:rsidRDefault="00955F0E" w:rsidP="00E76FD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</w:tr>
      <w:tr w:rsidR="00955F0E" w:rsidTr="008A655E">
        <w:trPr>
          <w:trHeight w:val="177"/>
        </w:trPr>
        <w:tc>
          <w:tcPr>
            <w:tcW w:w="1104" w:type="dxa"/>
          </w:tcPr>
          <w:p w:rsidR="00955F0E" w:rsidRDefault="00955F0E" w:rsidP="00501CF6">
            <w:pPr>
              <w:rPr>
                <w:sz w:val="24"/>
              </w:rPr>
            </w:pPr>
            <w:r>
              <w:rPr>
                <w:sz w:val="24"/>
              </w:rPr>
              <w:t>09.06.15</w:t>
            </w:r>
          </w:p>
        </w:tc>
        <w:tc>
          <w:tcPr>
            <w:tcW w:w="2973" w:type="dxa"/>
          </w:tcPr>
          <w:p w:rsidR="00955F0E" w:rsidRDefault="00955F0E" w:rsidP="0091636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Широбокова</w:t>
            </w:r>
            <w:proofErr w:type="spellEnd"/>
            <w:r>
              <w:rPr>
                <w:sz w:val="24"/>
              </w:rPr>
              <w:t xml:space="preserve"> Е.А.</w:t>
            </w:r>
          </w:p>
        </w:tc>
        <w:tc>
          <w:tcPr>
            <w:tcW w:w="3051" w:type="dxa"/>
          </w:tcPr>
          <w:p w:rsidR="00955F0E" w:rsidRDefault="00955F0E" w:rsidP="003A375C">
            <w:pPr>
              <w:rPr>
                <w:sz w:val="24"/>
              </w:rPr>
            </w:pPr>
            <w:r>
              <w:rPr>
                <w:sz w:val="24"/>
              </w:rPr>
              <w:t>Поленов А.А.</w:t>
            </w:r>
          </w:p>
        </w:tc>
        <w:tc>
          <w:tcPr>
            <w:tcW w:w="3012" w:type="dxa"/>
          </w:tcPr>
          <w:p w:rsidR="00955F0E" w:rsidRDefault="00955F0E" w:rsidP="00E76FDD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955F0E" w:rsidTr="008A655E">
        <w:trPr>
          <w:trHeight w:val="177"/>
        </w:trPr>
        <w:tc>
          <w:tcPr>
            <w:tcW w:w="1104" w:type="dxa"/>
          </w:tcPr>
          <w:p w:rsidR="00955F0E" w:rsidRDefault="00955F0E" w:rsidP="00501CF6">
            <w:pPr>
              <w:rPr>
                <w:sz w:val="24"/>
              </w:rPr>
            </w:pPr>
            <w:r>
              <w:rPr>
                <w:sz w:val="24"/>
              </w:rPr>
              <w:t>10.06.15</w:t>
            </w:r>
          </w:p>
        </w:tc>
        <w:tc>
          <w:tcPr>
            <w:tcW w:w="2973" w:type="dxa"/>
          </w:tcPr>
          <w:p w:rsidR="00955F0E" w:rsidRDefault="00955F0E" w:rsidP="0091636D">
            <w:pPr>
              <w:rPr>
                <w:sz w:val="24"/>
              </w:rPr>
            </w:pPr>
            <w:r>
              <w:rPr>
                <w:sz w:val="24"/>
              </w:rPr>
              <w:t>Герасимова Е.Л.</w:t>
            </w:r>
          </w:p>
        </w:tc>
        <w:tc>
          <w:tcPr>
            <w:tcW w:w="3051" w:type="dxa"/>
          </w:tcPr>
          <w:p w:rsidR="00955F0E" w:rsidRDefault="00955F0E" w:rsidP="00B22772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Бурутин</w:t>
            </w:r>
            <w:proofErr w:type="spellEnd"/>
            <w:r>
              <w:rPr>
                <w:sz w:val="24"/>
              </w:rPr>
              <w:t xml:space="preserve"> А.С.</w:t>
            </w:r>
          </w:p>
        </w:tc>
        <w:tc>
          <w:tcPr>
            <w:tcW w:w="3012" w:type="dxa"/>
          </w:tcPr>
          <w:p w:rsidR="00955F0E" w:rsidRDefault="00955F0E" w:rsidP="00E76FD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</w:tr>
      <w:tr w:rsidR="00955F0E">
        <w:trPr>
          <w:trHeight w:val="127"/>
        </w:trPr>
        <w:tc>
          <w:tcPr>
            <w:tcW w:w="1104" w:type="dxa"/>
          </w:tcPr>
          <w:p w:rsidR="00955F0E" w:rsidRDefault="00955F0E">
            <w:pPr>
              <w:rPr>
                <w:sz w:val="24"/>
              </w:rPr>
            </w:pPr>
            <w:r>
              <w:rPr>
                <w:sz w:val="24"/>
              </w:rPr>
              <w:t>11.06.15</w:t>
            </w:r>
          </w:p>
        </w:tc>
        <w:tc>
          <w:tcPr>
            <w:tcW w:w="2973" w:type="dxa"/>
          </w:tcPr>
          <w:p w:rsidR="00955F0E" w:rsidRDefault="00955F0E" w:rsidP="0091636D">
            <w:pPr>
              <w:rPr>
                <w:sz w:val="24"/>
              </w:rPr>
            </w:pPr>
            <w:r>
              <w:rPr>
                <w:sz w:val="24"/>
              </w:rPr>
              <w:t xml:space="preserve">Поленов А.А. </w:t>
            </w:r>
          </w:p>
        </w:tc>
        <w:tc>
          <w:tcPr>
            <w:tcW w:w="3051" w:type="dxa"/>
          </w:tcPr>
          <w:p w:rsidR="00955F0E" w:rsidRDefault="00955F0E" w:rsidP="0091636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Широбокова</w:t>
            </w:r>
            <w:proofErr w:type="spellEnd"/>
            <w:r>
              <w:rPr>
                <w:sz w:val="24"/>
              </w:rPr>
              <w:t xml:space="preserve"> Е.А. </w:t>
            </w:r>
          </w:p>
        </w:tc>
        <w:tc>
          <w:tcPr>
            <w:tcW w:w="3012" w:type="dxa"/>
          </w:tcPr>
          <w:p w:rsidR="00955F0E" w:rsidRDefault="00955F0E" w:rsidP="00E76FDD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955F0E">
        <w:trPr>
          <w:trHeight w:val="127"/>
        </w:trPr>
        <w:tc>
          <w:tcPr>
            <w:tcW w:w="1104" w:type="dxa"/>
          </w:tcPr>
          <w:p w:rsidR="00955F0E" w:rsidRDefault="00955F0E">
            <w:pPr>
              <w:rPr>
                <w:sz w:val="24"/>
              </w:rPr>
            </w:pPr>
            <w:r>
              <w:rPr>
                <w:sz w:val="24"/>
              </w:rPr>
              <w:t>15.06.15</w:t>
            </w:r>
          </w:p>
        </w:tc>
        <w:tc>
          <w:tcPr>
            <w:tcW w:w="2973" w:type="dxa"/>
          </w:tcPr>
          <w:p w:rsidR="00955F0E" w:rsidRDefault="00955F0E" w:rsidP="0091636D">
            <w:pPr>
              <w:rPr>
                <w:sz w:val="24"/>
              </w:rPr>
            </w:pPr>
            <w:r>
              <w:rPr>
                <w:sz w:val="24"/>
              </w:rPr>
              <w:t>Казаринова А.А.</w:t>
            </w:r>
          </w:p>
        </w:tc>
        <w:tc>
          <w:tcPr>
            <w:tcW w:w="3051" w:type="dxa"/>
          </w:tcPr>
          <w:p w:rsidR="00955F0E" w:rsidRDefault="00955F0E" w:rsidP="00F869C1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  <w:tc>
          <w:tcPr>
            <w:tcW w:w="3012" w:type="dxa"/>
          </w:tcPr>
          <w:p w:rsidR="00955F0E" w:rsidRDefault="00955F0E" w:rsidP="00E76FD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</w:tr>
      <w:tr w:rsidR="00955F0E" w:rsidTr="00281B3A">
        <w:trPr>
          <w:trHeight w:val="285"/>
        </w:trPr>
        <w:tc>
          <w:tcPr>
            <w:tcW w:w="1104" w:type="dxa"/>
          </w:tcPr>
          <w:p w:rsidR="00955F0E" w:rsidRDefault="00955F0E">
            <w:pPr>
              <w:rPr>
                <w:sz w:val="24"/>
              </w:rPr>
            </w:pPr>
            <w:r>
              <w:rPr>
                <w:sz w:val="24"/>
              </w:rPr>
              <w:t>16.06.15</w:t>
            </w:r>
          </w:p>
        </w:tc>
        <w:tc>
          <w:tcPr>
            <w:tcW w:w="2973" w:type="dxa"/>
          </w:tcPr>
          <w:p w:rsidR="00955F0E" w:rsidRDefault="00955F0E" w:rsidP="0091636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Цыпухина</w:t>
            </w:r>
            <w:proofErr w:type="spellEnd"/>
            <w:r>
              <w:rPr>
                <w:sz w:val="24"/>
              </w:rPr>
              <w:t xml:space="preserve"> Л.В. </w:t>
            </w:r>
          </w:p>
        </w:tc>
        <w:tc>
          <w:tcPr>
            <w:tcW w:w="3051" w:type="dxa"/>
          </w:tcPr>
          <w:p w:rsidR="00955F0E" w:rsidRPr="00CA5DAB" w:rsidRDefault="00955F0E" w:rsidP="003A375C">
            <w:pPr>
              <w:rPr>
                <w:sz w:val="24"/>
              </w:rPr>
            </w:pPr>
            <w:r>
              <w:rPr>
                <w:sz w:val="24"/>
              </w:rPr>
              <w:t>Лапшин А.П.</w:t>
            </w:r>
          </w:p>
        </w:tc>
        <w:tc>
          <w:tcPr>
            <w:tcW w:w="3012" w:type="dxa"/>
          </w:tcPr>
          <w:p w:rsidR="00955F0E" w:rsidRDefault="00955F0E" w:rsidP="00E76FDD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955F0E">
        <w:trPr>
          <w:trHeight w:val="171"/>
        </w:trPr>
        <w:tc>
          <w:tcPr>
            <w:tcW w:w="1104" w:type="dxa"/>
          </w:tcPr>
          <w:p w:rsidR="00955F0E" w:rsidRDefault="00955F0E" w:rsidP="00501CF6">
            <w:pPr>
              <w:rPr>
                <w:sz w:val="24"/>
              </w:rPr>
            </w:pPr>
            <w:r>
              <w:rPr>
                <w:sz w:val="24"/>
              </w:rPr>
              <w:t>17.06.15</w:t>
            </w:r>
          </w:p>
        </w:tc>
        <w:tc>
          <w:tcPr>
            <w:tcW w:w="2973" w:type="dxa"/>
          </w:tcPr>
          <w:p w:rsidR="00955F0E" w:rsidRDefault="00955F0E" w:rsidP="001C578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  <w:tc>
          <w:tcPr>
            <w:tcW w:w="3051" w:type="dxa"/>
          </w:tcPr>
          <w:p w:rsidR="00955F0E" w:rsidRDefault="00955F0E" w:rsidP="003A375C">
            <w:pPr>
              <w:rPr>
                <w:sz w:val="24"/>
              </w:rPr>
            </w:pPr>
            <w:r>
              <w:rPr>
                <w:sz w:val="24"/>
              </w:rPr>
              <w:t>Казаринова А.А.</w:t>
            </w:r>
          </w:p>
        </w:tc>
        <w:tc>
          <w:tcPr>
            <w:tcW w:w="3012" w:type="dxa"/>
          </w:tcPr>
          <w:p w:rsidR="00955F0E" w:rsidRDefault="00955F0E" w:rsidP="00E76FD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</w:tr>
      <w:tr w:rsidR="00955F0E">
        <w:trPr>
          <w:trHeight w:val="171"/>
        </w:trPr>
        <w:tc>
          <w:tcPr>
            <w:tcW w:w="1104" w:type="dxa"/>
          </w:tcPr>
          <w:p w:rsidR="00955F0E" w:rsidRDefault="00955F0E" w:rsidP="00CD46EB">
            <w:pPr>
              <w:rPr>
                <w:sz w:val="24"/>
              </w:rPr>
            </w:pPr>
            <w:r>
              <w:rPr>
                <w:sz w:val="24"/>
              </w:rPr>
              <w:t>18.06.15</w:t>
            </w:r>
          </w:p>
        </w:tc>
        <w:tc>
          <w:tcPr>
            <w:tcW w:w="2973" w:type="dxa"/>
          </w:tcPr>
          <w:p w:rsidR="00955F0E" w:rsidRDefault="00955F0E" w:rsidP="00852C6F">
            <w:pPr>
              <w:rPr>
                <w:sz w:val="24"/>
              </w:rPr>
            </w:pPr>
            <w:r>
              <w:rPr>
                <w:sz w:val="24"/>
              </w:rPr>
              <w:t>Волкова Д.А.</w:t>
            </w:r>
          </w:p>
        </w:tc>
        <w:tc>
          <w:tcPr>
            <w:tcW w:w="3051" w:type="dxa"/>
          </w:tcPr>
          <w:p w:rsidR="00955F0E" w:rsidRDefault="00955F0E" w:rsidP="0091636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Цыпухина</w:t>
            </w:r>
            <w:proofErr w:type="spellEnd"/>
            <w:r>
              <w:rPr>
                <w:sz w:val="24"/>
              </w:rPr>
              <w:t xml:space="preserve"> Л.В. </w:t>
            </w:r>
          </w:p>
        </w:tc>
        <w:tc>
          <w:tcPr>
            <w:tcW w:w="3012" w:type="dxa"/>
          </w:tcPr>
          <w:p w:rsidR="00955F0E" w:rsidRDefault="00955F0E" w:rsidP="00E76FDD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955F0E">
        <w:trPr>
          <w:trHeight w:val="171"/>
        </w:trPr>
        <w:tc>
          <w:tcPr>
            <w:tcW w:w="1104" w:type="dxa"/>
          </w:tcPr>
          <w:p w:rsidR="00955F0E" w:rsidRDefault="00955F0E" w:rsidP="00501CF6">
            <w:pPr>
              <w:rPr>
                <w:sz w:val="24"/>
              </w:rPr>
            </w:pPr>
            <w:r>
              <w:rPr>
                <w:sz w:val="24"/>
              </w:rPr>
              <w:t>19.06.15</w:t>
            </w:r>
          </w:p>
        </w:tc>
        <w:tc>
          <w:tcPr>
            <w:tcW w:w="2973" w:type="dxa"/>
          </w:tcPr>
          <w:p w:rsidR="00955F0E" w:rsidRDefault="00955F0E" w:rsidP="0091636D">
            <w:pPr>
              <w:rPr>
                <w:sz w:val="24"/>
              </w:rPr>
            </w:pPr>
            <w:r>
              <w:rPr>
                <w:sz w:val="24"/>
              </w:rPr>
              <w:t>Васькова А.С.</w:t>
            </w:r>
          </w:p>
        </w:tc>
        <w:tc>
          <w:tcPr>
            <w:tcW w:w="3051" w:type="dxa"/>
          </w:tcPr>
          <w:p w:rsidR="00955F0E" w:rsidRDefault="00955F0E" w:rsidP="006A135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Бурутин</w:t>
            </w:r>
            <w:proofErr w:type="spellEnd"/>
            <w:r>
              <w:rPr>
                <w:sz w:val="24"/>
              </w:rPr>
              <w:t xml:space="preserve"> А.С</w:t>
            </w:r>
          </w:p>
        </w:tc>
        <w:tc>
          <w:tcPr>
            <w:tcW w:w="3012" w:type="dxa"/>
          </w:tcPr>
          <w:p w:rsidR="00955F0E" w:rsidRDefault="00955F0E" w:rsidP="00E76FD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</w:tr>
      <w:tr w:rsidR="00955F0E">
        <w:trPr>
          <w:trHeight w:val="171"/>
        </w:trPr>
        <w:tc>
          <w:tcPr>
            <w:tcW w:w="1104" w:type="dxa"/>
          </w:tcPr>
          <w:p w:rsidR="00955F0E" w:rsidRDefault="00955F0E" w:rsidP="00501CF6">
            <w:pPr>
              <w:rPr>
                <w:sz w:val="24"/>
              </w:rPr>
            </w:pPr>
            <w:r>
              <w:rPr>
                <w:sz w:val="24"/>
              </w:rPr>
              <w:t>22.06.15</w:t>
            </w:r>
          </w:p>
        </w:tc>
        <w:tc>
          <w:tcPr>
            <w:tcW w:w="2973" w:type="dxa"/>
          </w:tcPr>
          <w:p w:rsidR="00955F0E" w:rsidRDefault="00955F0E" w:rsidP="001C578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Широбокова</w:t>
            </w:r>
            <w:proofErr w:type="spellEnd"/>
            <w:r>
              <w:rPr>
                <w:sz w:val="24"/>
              </w:rPr>
              <w:t xml:space="preserve"> Е.А. </w:t>
            </w:r>
          </w:p>
        </w:tc>
        <w:tc>
          <w:tcPr>
            <w:tcW w:w="3051" w:type="dxa"/>
          </w:tcPr>
          <w:p w:rsidR="00955F0E" w:rsidRDefault="00955F0E" w:rsidP="006A1355">
            <w:pPr>
              <w:rPr>
                <w:sz w:val="24"/>
              </w:rPr>
            </w:pPr>
            <w:r>
              <w:rPr>
                <w:sz w:val="24"/>
              </w:rPr>
              <w:t>Волкова Д.А.</w:t>
            </w:r>
          </w:p>
        </w:tc>
        <w:tc>
          <w:tcPr>
            <w:tcW w:w="3012" w:type="dxa"/>
          </w:tcPr>
          <w:p w:rsidR="00955F0E" w:rsidRDefault="00955F0E" w:rsidP="00E76FDD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955F0E">
        <w:trPr>
          <w:trHeight w:val="171"/>
        </w:trPr>
        <w:tc>
          <w:tcPr>
            <w:tcW w:w="1104" w:type="dxa"/>
          </w:tcPr>
          <w:p w:rsidR="00955F0E" w:rsidRDefault="00955F0E" w:rsidP="00501CF6">
            <w:pPr>
              <w:rPr>
                <w:sz w:val="24"/>
              </w:rPr>
            </w:pPr>
            <w:r>
              <w:rPr>
                <w:sz w:val="24"/>
              </w:rPr>
              <w:t>23.06.15</w:t>
            </w:r>
          </w:p>
        </w:tc>
        <w:tc>
          <w:tcPr>
            <w:tcW w:w="2973" w:type="dxa"/>
          </w:tcPr>
          <w:p w:rsidR="00955F0E" w:rsidRDefault="00955F0E" w:rsidP="00AF02A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Бурутин</w:t>
            </w:r>
            <w:proofErr w:type="spellEnd"/>
            <w:r>
              <w:rPr>
                <w:sz w:val="24"/>
              </w:rPr>
              <w:t xml:space="preserve"> А.С.</w:t>
            </w:r>
          </w:p>
        </w:tc>
        <w:tc>
          <w:tcPr>
            <w:tcW w:w="3051" w:type="dxa"/>
          </w:tcPr>
          <w:p w:rsidR="00955F0E" w:rsidRDefault="00955F0E" w:rsidP="00955F0E">
            <w:pPr>
              <w:rPr>
                <w:sz w:val="24"/>
              </w:rPr>
            </w:pPr>
            <w:r>
              <w:rPr>
                <w:sz w:val="24"/>
              </w:rPr>
              <w:t>Васькова А.С.</w:t>
            </w:r>
          </w:p>
        </w:tc>
        <w:tc>
          <w:tcPr>
            <w:tcW w:w="3012" w:type="dxa"/>
          </w:tcPr>
          <w:p w:rsidR="00955F0E" w:rsidRDefault="00955F0E" w:rsidP="00E76FD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</w:tr>
      <w:tr w:rsidR="00955F0E">
        <w:trPr>
          <w:trHeight w:val="171"/>
        </w:trPr>
        <w:tc>
          <w:tcPr>
            <w:tcW w:w="1104" w:type="dxa"/>
          </w:tcPr>
          <w:p w:rsidR="00955F0E" w:rsidRDefault="00955F0E" w:rsidP="00501CF6">
            <w:pPr>
              <w:rPr>
                <w:sz w:val="24"/>
              </w:rPr>
            </w:pPr>
            <w:r>
              <w:rPr>
                <w:sz w:val="24"/>
              </w:rPr>
              <w:t>24.06.15</w:t>
            </w:r>
          </w:p>
        </w:tc>
        <w:tc>
          <w:tcPr>
            <w:tcW w:w="2973" w:type="dxa"/>
          </w:tcPr>
          <w:p w:rsidR="00955F0E" w:rsidRDefault="00955F0E" w:rsidP="006A1355">
            <w:pPr>
              <w:rPr>
                <w:sz w:val="24"/>
              </w:rPr>
            </w:pPr>
            <w:r>
              <w:rPr>
                <w:sz w:val="24"/>
              </w:rPr>
              <w:t>Лапшин А.П.</w:t>
            </w:r>
          </w:p>
        </w:tc>
        <w:tc>
          <w:tcPr>
            <w:tcW w:w="3051" w:type="dxa"/>
          </w:tcPr>
          <w:p w:rsidR="00955F0E" w:rsidRDefault="00955F0E" w:rsidP="007D5777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Цыпухина</w:t>
            </w:r>
            <w:proofErr w:type="spellEnd"/>
            <w:r>
              <w:rPr>
                <w:sz w:val="24"/>
              </w:rPr>
              <w:t xml:space="preserve"> Л.В.</w:t>
            </w:r>
          </w:p>
        </w:tc>
        <w:tc>
          <w:tcPr>
            <w:tcW w:w="3012" w:type="dxa"/>
          </w:tcPr>
          <w:p w:rsidR="00955F0E" w:rsidRDefault="00955F0E" w:rsidP="00E76FDD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955F0E">
        <w:trPr>
          <w:trHeight w:val="171"/>
        </w:trPr>
        <w:tc>
          <w:tcPr>
            <w:tcW w:w="1104" w:type="dxa"/>
          </w:tcPr>
          <w:p w:rsidR="00955F0E" w:rsidRDefault="00955F0E" w:rsidP="00501CF6">
            <w:pPr>
              <w:rPr>
                <w:sz w:val="24"/>
              </w:rPr>
            </w:pPr>
            <w:r>
              <w:rPr>
                <w:sz w:val="24"/>
              </w:rPr>
              <w:t>25.06.15</w:t>
            </w:r>
          </w:p>
        </w:tc>
        <w:tc>
          <w:tcPr>
            <w:tcW w:w="2973" w:type="dxa"/>
          </w:tcPr>
          <w:p w:rsidR="00955F0E" w:rsidRDefault="00955F0E" w:rsidP="0091636D">
            <w:pPr>
              <w:rPr>
                <w:sz w:val="24"/>
              </w:rPr>
            </w:pPr>
            <w:r>
              <w:rPr>
                <w:sz w:val="24"/>
              </w:rPr>
              <w:t>Казаринова А.А.</w:t>
            </w:r>
          </w:p>
        </w:tc>
        <w:tc>
          <w:tcPr>
            <w:tcW w:w="3051" w:type="dxa"/>
          </w:tcPr>
          <w:p w:rsidR="00955F0E" w:rsidRDefault="00955F0E" w:rsidP="007D5777">
            <w:pPr>
              <w:rPr>
                <w:sz w:val="24"/>
              </w:rPr>
            </w:pPr>
            <w:r>
              <w:rPr>
                <w:sz w:val="24"/>
              </w:rPr>
              <w:t>Герасимова Е.Л.</w:t>
            </w:r>
          </w:p>
        </w:tc>
        <w:tc>
          <w:tcPr>
            <w:tcW w:w="3012" w:type="dxa"/>
          </w:tcPr>
          <w:p w:rsidR="00955F0E" w:rsidRDefault="00955F0E" w:rsidP="00E76FD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</w:tr>
      <w:tr w:rsidR="00955F0E">
        <w:trPr>
          <w:trHeight w:val="171"/>
        </w:trPr>
        <w:tc>
          <w:tcPr>
            <w:tcW w:w="1104" w:type="dxa"/>
          </w:tcPr>
          <w:p w:rsidR="00955F0E" w:rsidRDefault="00955F0E" w:rsidP="00501CF6">
            <w:pPr>
              <w:rPr>
                <w:sz w:val="24"/>
              </w:rPr>
            </w:pPr>
            <w:r>
              <w:rPr>
                <w:sz w:val="24"/>
              </w:rPr>
              <w:t>26.06.15</w:t>
            </w:r>
          </w:p>
        </w:tc>
        <w:tc>
          <w:tcPr>
            <w:tcW w:w="2973" w:type="dxa"/>
          </w:tcPr>
          <w:p w:rsidR="00955F0E" w:rsidRDefault="00955F0E" w:rsidP="0091636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Цыпухина</w:t>
            </w:r>
            <w:proofErr w:type="spellEnd"/>
            <w:r>
              <w:rPr>
                <w:sz w:val="24"/>
              </w:rPr>
              <w:t xml:space="preserve"> Л.В. </w:t>
            </w:r>
          </w:p>
        </w:tc>
        <w:tc>
          <w:tcPr>
            <w:tcW w:w="3051" w:type="dxa"/>
          </w:tcPr>
          <w:p w:rsidR="00955F0E" w:rsidRDefault="00955F0E" w:rsidP="007D5777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Широбокова</w:t>
            </w:r>
            <w:proofErr w:type="spellEnd"/>
            <w:r>
              <w:rPr>
                <w:sz w:val="24"/>
              </w:rPr>
              <w:t xml:space="preserve"> Е.А.</w:t>
            </w:r>
          </w:p>
        </w:tc>
        <w:tc>
          <w:tcPr>
            <w:tcW w:w="3012" w:type="dxa"/>
          </w:tcPr>
          <w:p w:rsidR="00955F0E" w:rsidRDefault="00955F0E" w:rsidP="00E76FDD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  <w:tr w:rsidR="00955F0E">
        <w:trPr>
          <w:trHeight w:val="171"/>
        </w:trPr>
        <w:tc>
          <w:tcPr>
            <w:tcW w:w="1104" w:type="dxa"/>
          </w:tcPr>
          <w:p w:rsidR="00955F0E" w:rsidRDefault="00955F0E" w:rsidP="00501CF6">
            <w:pPr>
              <w:rPr>
                <w:sz w:val="24"/>
              </w:rPr>
            </w:pPr>
            <w:r>
              <w:rPr>
                <w:sz w:val="24"/>
              </w:rPr>
              <w:t>29.06.15</w:t>
            </w:r>
          </w:p>
        </w:tc>
        <w:tc>
          <w:tcPr>
            <w:tcW w:w="2973" w:type="dxa"/>
          </w:tcPr>
          <w:p w:rsidR="00955F0E" w:rsidRDefault="00955F0E" w:rsidP="001C5785">
            <w:pPr>
              <w:rPr>
                <w:sz w:val="24"/>
              </w:rPr>
            </w:pPr>
            <w:r>
              <w:rPr>
                <w:sz w:val="24"/>
              </w:rPr>
              <w:t>Герасимова Е.Л.</w:t>
            </w:r>
          </w:p>
        </w:tc>
        <w:tc>
          <w:tcPr>
            <w:tcW w:w="3051" w:type="dxa"/>
          </w:tcPr>
          <w:p w:rsidR="00955F0E" w:rsidRDefault="00955F0E" w:rsidP="00955F0E">
            <w:pPr>
              <w:rPr>
                <w:sz w:val="24"/>
              </w:rPr>
            </w:pPr>
            <w:r>
              <w:rPr>
                <w:sz w:val="24"/>
              </w:rPr>
              <w:t>Казаринова А.А.</w:t>
            </w:r>
          </w:p>
        </w:tc>
        <w:tc>
          <w:tcPr>
            <w:tcW w:w="3012" w:type="dxa"/>
          </w:tcPr>
          <w:p w:rsidR="00955F0E" w:rsidRDefault="00955F0E" w:rsidP="00E76FD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Дворецкая</w:t>
            </w:r>
            <w:proofErr w:type="spellEnd"/>
            <w:r>
              <w:rPr>
                <w:sz w:val="24"/>
              </w:rPr>
              <w:t xml:space="preserve"> Н.Н.</w:t>
            </w:r>
          </w:p>
        </w:tc>
      </w:tr>
      <w:tr w:rsidR="00955F0E">
        <w:trPr>
          <w:trHeight w:val="171"/>
        </w:trPr>
        <w:tc>
          <w:tcPr>
            <w:tcW w:w="1104" w:type="dxa"/>
          </w:tcPr>
          <w:p w:rsidR="00955F0E" w:rsidRDefault="00955F0E" w:rsidP="00501CF6">
            <w:pPr>
              <w:rPr>
                <w:sz w:val="24"/>
              </w:rPr>
            </w:pPr>
            <w:r>
              <w:rPr>
                <w:sz w:val="24"/>
              </w:rPr>
              <w:t>30.06.15</w:t>
            </w:r>
          </w:p>
        </w:tc>
        <w:tc>
          <w:tcPr>
            <w:tcW w:w="2973" w:type="dxa"/>
          </w:tcPr>
          <w:p w:rsidR="00955F0E" w:rsidRDefault="00955F0E" w:rsidP="00AF02A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  <w:tc>
          <w:tcPr>
            <w:tcW w:w="3051" w:type="dxa"/>
          </w:tcPr>
          <w:p w:rsidR="00955F0E" w:rsidRDefault="00955F0E" w:rsidP="0091636D">
            <w:pPr>
              <w:rPr>
                <w:sz w:val="24"/>
              </w:rPr>
            </w:pPr>
            <w:r>
              <w:rPr>
                <w:sz w:val="24"/>
              </w:rPr>
              <w:t>Поленов А.А.</w:t>
            </w:r>
          </w:p>
        </w:tc>
        <w:tc>
          <w:tcPr>
            <w:tcW w:w="3012" w:type="dxa"/>
          </w:tcPr>
          <w:p w:rsidR="00955F0E" w:rsidRDefault="00955F0E" w:rsidP="00E76FDD">
            <w:proofErr w:type="spellStart"/>
            <w:r>
              <w:rPr>
                <w:sz w:val="24"/>
              </w:rPr>
              <w:t>Варенцова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</w:tr>
    </w:tbl>
    <w:p w:rsidR="006F1825" w:rsidRDefault="00C04A78">
      <w:pPr>
        <w:rPr>
          <w:i/>
        </w:rPr>
      </w:pPr>
      <w:r>
        <w:rPr>
          <w:sz w:val="24"/>
        </w:rPr>
        <w:t>Пр</w:t>
      </w:r>
      <w:r w:rsidR="0065705E">
        <w:rPr>
          <w:sz w:val="24"/>
        </w:rPr>
        <w:t>им</w:t>
      </w:r>
      <w:r w:rsidR="006F1825">
        <w:rPr>
          <w:sz w:val="24"/>
        </w:rPr>
        <w:t xml:space="preserve">ечание: </w:t>
      </w:r>
      <w:r w:rsidR="006F1825">
        <w:rPr>
          <w:i/>
        </w:rPr>
        <w:t xml:space="preserve">Начальники отделов самостоятельно принимают решение по замене дежурного инспектора </w:t>
      </w:r>
    </w:p>
    <w:p w:rsidR="006F1825" w:rsidRDefault="006F1825">
      <w:pPr>
        <w:rPr>
          <w:i/>
        </w:rPr>
      </w:pPr>
      <w:r>
        <w:rPr>
          <w:i/>
        </w:rPr>
        <w:t xml:space="preserve">                           труда с уведомлением </w:t>
      </w:r>
      <w:r w:rsidR="007E14BC">
        <w:rPr>
          <w:i/>
        </w:rPr>
        <w:t>старшего</w:t>
      </w:r>
      <w:r>
        <w:rPr>
          <w:i/>
        </w:rPr>
        <w:t xml:space="preserve"> специалиста по кадрам и делопроизводству</w:t>
      </w:r>
    </w:p>
    <w:p w:rsidR="006F1825" w:rsidRDefault="006F1825">
      <w:pPr>
        <w:rPr>
          <w:i/>
        </w:rPr>
      </w:pPr>
    </w:p>
    <w:p w:rsidR="006F1825" w:rsidRDefault="006F1825">
      <w:pPr>
        <w:rPr>
          <w:i/>
        </w:rPr>
      </w:pPr>
      <w:r>
        <w:rPr>
          <w:i/>
        </w:rPr>
        <w:t xml:space="preserve">                           Начальникам отделов ознакомить инспекторский состав под роспись.</w:t>
      </w:r>
    </w:p>
    <w:p w:rsidR="006F1825" w:rsidRDefault="006F1825">
      <w:pPr>
        <w:rPr>
          <w:sz w:val="24"/>
        </w:rPr>
      </w:pPr>
    </w:p>
    <w:p w:rsidR="007125EC" w:rsidRDefault="006F1825">
      <w:pPr>
        <w:jc w:val="both"/>
        <w:rPr>
          <w:b/>
          <w:sz w:val="24"/>
        </w:rPr>
      </w:pPr>
      <w:r>
        <w:rPr>
          <w:sz w:val="24"/>
        </w:rPr>
        <w:t xml:space="preserve">                        Визы:                                        </w:t>
      </w:r>
      <w:r w:rsidR="00BC2AE3">
        <w:rPr>
          <w:sz w:val="24"/>
        </w:rPr>
        <w:t xml:space="preserve"> </w:t>
      </w:r>
      <w:r w:rsidR="00A642CF">
        <w:rPr>
          <w:b/>
          <w:sz w:val="24"/>
        </w:rPr>
        <w:t xml:space="preserve">С.В. </w:t>
      </w:r>
      <w:proofErr w:type="spellStart"/>
      <w:r w:rsidR="00A642CF">
        <w:rPr>
          <w:b/>
          <w:sz w:val="24"/>
        </w:rPr>
        <w:t>Варенцова</w:t>
      </w:r>
      <w:proofErr w:type="spellEnd"/>
    </w:p>
    <w:p w:rsidR="007125EC" w:rsidRDefault="007125EC">
      <w:pPr>
        <w:jc w:val="both"/>
        <w:rPr>
          <w:b/>
          <w:sz w:val="24"/>
        </w:rPr>
      </w:pPr>
    </w:p>
    <w:p w:rsidR="006F1825" w:rsidRDefault="007125EC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</w:t>
      </w:r>
      <w:r w:rsidR="00424E81">
        <w:rPr>
          <w:b/>
          <w:sz w:val="24"/>
        </w:rPr>
        <w:t xml:space="preserve">Н.Н. </w:t>
      </w:r>
      <w:proofErr w:type="spellStart"/>
      <w:r w:rsidR="00424E81">
        <w:rPr>
          <w:b/>
          <w:sz w:val="24"/>
        </w:rPr>
        <w:t>Дворецкая</w:t>
      </w:r>
      <w:proofErr w:type="spellEnd"/>
    </w:p>
    <w:p w:rsidR="000D6F00" w:rsidRDefault="000D6F00">
      <w:pPr>
        <w:jc w:val="both"/>
        <w:rPr>
          <w:b/>
          <w:sz w:val="24"/>
        </w:rPr>
      </w:pPr>
    </w:p>
    <w:p w:rsidR="00E83405" w:rsidRDefault="000D6F00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</w:t>
      </w:r>
      <w:r w:rsidR="00E83405">
        <w:rPr>
          <w:b/>
          <w:sz w:val="24"/>
        </w:rPr>
        <w:t xml:space="preserve">                                                                            </w:t>
      </w:r>
    </w:p>
    <w:p w:rsidR="002E5C6B" w:rsidRDefault="002E5C6B">
      <w:pPr>
        <w:jc w:val="both"/>
        <w:rPr>
          <w:b/>
          <w:sz w:val="24"/>
        </w:rPr>
      </w:pPr>
    </w:p>
    <w:sectPr w:rsidR="002E5C6B" w:rsidSect="00153C2A">
      <w:pgSz w:w="11906" w:h="16838"/>
      <w:pgMar w:top="851" w:right="849" w:bottom="144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41ABF"/>
    <w:rsid w:val="00004873"/>
    <w:rsid w:val="00017B68"/>
    <w:rsid w:val="0003371A"/>
    <w:rsid w:val="00037B02"/>
    <w:rsid w:val="00047ABF"/>
    <w:rsid w:val="00052B35"/>
    <w:rsid w:val="00060EA5"/>
    <w:rsid w:val="00091B84"/>
    <w:rsid w:val="000D6F00"/>
    <w:rsid w:val="00105699"/>
    <w:rsid w:val="00107582"/>
    <w:rsid w:val="00112FC1"/>
    <w:rsid w:val="001449B3"/>
    <w:rsid w:val="00146E76"/>
    <w:rsid w:val="0015218A"/>
    <w:rsid w:val="00153C2A"/>
    <w:rsid w:val="0016151B"/>
    <w:rsid w:val="00186C71"/>
    <w:rsid w:val="0019342E"/>
    <w:rsid w:val="001A6EC9"/>
    <w:rsid w:val="001C5685"/>
    <w:rsid w:val="001C5785"/>
    <w:rsid w:val="001D7997"/>
    <w:rsid w:val="001E37F4"/>
    <w:rsid w:val="001F4132"/>
    <w:rsid w:val="001F4E53"/>
    <w:rsid w:val="00203B12"/>
    <w:rsid w:val="002330D0"/>
    <w:rsid w:val="0024573B"/>
    <w:rsid w:val="00255625"/>
    <w:rsid w:val="00273D84"/>
    <w:rsid w:val="00281B3A"/>
    <w:rsid w:val="002B00E6"/>
    <w:rsid w:val="002C7141"/>
    <w:rsid w:val="002E5C6B"/>
    <w:rsid w:val="002F234F"/>
    <w:rsid w:val="00302465"/>
    <w:rsid w:val="00305E46"/>
    <w:rsid w:val="00307827"/>
    <w:rsid w:val="00313C53"/>
    <w:rsid w:val="00324CFA"/>
    <w:rsid w:val="00342159"/>
    <w:rsid w:val="003452BD"/>
    <w:rsid w:val="003A375C"/>
    <w:rsid w:val="003A3D6D"/>
    <w:rsid w:val="003C3A61"/>
    <w:rsid w:val="003E78E8"/>
    <w:rsid w:val="00424E81"/>
    <w:rsid w:val="004410AF"/>
    <w:rsid w:val="004416CB"/>
    <w:rsid w:val="004477F7"/>
    <w:rsid w:val="00450B71"/>
    <w:rsid w:val="0045112B"/>
    <w:rsid w:val="00453945"/>
    <w:rsid w:val="00470B10"/>
    <w:rsid w:val="00475DB1"/>
    <w:rsid w:val="0047757C"/>
    <w:rsid w:val="00480537"/>
    <w:rsid w:val="00490927"/>
    <w:rsid w:val="004C48E7"/>
    <w:rsid w:val="004C72A3"/>
    <w:rsid w:val="004E4346"/>
    <w:rsid w:val="004E454D"/>
    <w:rsid w:val="004F52B6"/>
    <w:rsid w:val="00501CF6"/>
    <w:rsid w:val="0053172F"/>
    <w:rsid w:val="00547D46"/>
    <w:rsid w:val="00557595"/>
    <w:rsid w:val="00573849"/>
    <w:rsid w:val="00577A6A"/>
    <w:rsid w:val="005830E6"/>
    <w:rsid w:val="005A0310"/>
    <w:rsid w:val="005B7655"/>
    <w:rsid w:val="005D1AFF"/>
    <w:rsid w:val="005D36DF"/>
    <w:rsid w:val="005E7820"/>
    <w:rsid w:val="005F3B0E"/>
    <w:rsid w:val="00606668"/>
    <w:rsid w:val="006077D9"/>
    <w:rsid w:val="00612953"/>
    <w:rsid w:val="00614CAE"/>
    <w:rsid w:val="00626FA2"/>
    <w:rsid w:val="006339AF"/>
    <w:rsid w:val="0065705E"/>
    <w:rsid w:val="00657421"/>
    <w:rsid w:val="00670AFC"/>
    <w:rsid w:val="006715EA"/>
    <w:rsid w:val="0069689C"/>
    <w:rsid w:val="006A1355"/>
    <w:rsid w:val="006A5AD6"/>
    <w:rsid w:val="006C4B68"/>
    <w:rsid w:val="006F1825"/>
    <w:rsid w:val="006F1E60"/>
    <w:rsid w:val="007125EC"/>
    <w:rsid w:val="0072334C"/>
    <w:rsid w:val="00732511"/>
    <w:rsid w:val="0073647D"/>
    <w:rsid w:val="00741359"/>
    <w:rsid w:val="00741ABF"/>
    <w:rsid w:val="007561E2"/>
    <w:rsid w:val="00760FD7"/>
    <w:rsid w:val="007636A6"/>
    <w:rsid w:val="00766013"/>
    <w:rsid w:val="00780AD2"/>
    <w:rsid w:val="0078407E"/>
    <w:rsid w:val="007A4C31"/>
    <w:rsid w:val="007B0BAE"/>
    <w:rsid w:val="007D0BB8"/>
    <w:rsid w:val="007D1413"/>
    <w:rsid w:val="007D5777"/>
    <w:rsid w:val="007D650D"/>
    <w:rsid w:val="007E14BC"/>
    <w:rsid w:val="007E5BCD"/>
    <w:rsid w:val="007F0877"/>
    <w:rsid w:val="007F0891"/>
    <w:rsid w:val="007F519E"/>
    <w:rsid w:val="00805AEA"/>
    <w:rsid w:val="00833733"/>
    <w:rsid w:val="008359F9"/>
    <w:rsid w:val="00852C6F"/>
    <w:rsid w:val="00856A80"/>
    <w:rsid w:val="008618DB"/>
    <w:rsid w:val="008A2FD1"/>
    <w:rsid w:val="008A4315"/>
    <w:rsid w:val="008A655E"/>
    <w:rsid w:val="008B1822"/>
    <w:rsid w:val="008B438F"/>
    <w:rsid w:val="008B5F51"/>
    <w:rsid w:val="008B7C0E"/>
    <w:rsid w:val="008C1D1F"/>
    <w:rsid w:val="008C79F4"/>
    <w:rsid w:val="008E2CA4"/>
    <w:rsid w:val="0091636D"/>
    <w:rsid w:val="00917B96"/>
    <w:rsid w:val="00924607"/>
    <w:rsid w:val="00926E34"/>
    <w:rsid w:val="00955F0E"/>
    <w:rsid w:val="0095759E"/>
    <w:rsid w:val="00967CC3"/>
    <w:rsid w:val="00975220"/>
    <w:rsid w:val="0097674C"/>
    <w:rsid w:val="00977C8B"/>
    <w:rsid w:val="00992E74"/>
    <w:rsid w:val="00993A04"/>
    <w:rsid w:val="009B0079"/>
    <w:rsid w:val="009B4AF5"/>
    <w:rsid w:val="009C119B"/>
    <w:rsid w:val="009C7C9E"/>
    <w:rsid w:val="009D339E"/>
    <w:rsid w:val="009D50C7"/>
    <w:rsid w:val="00A205D6"/>
    <w:rsid w:val="00A2569B"/>
    <w:rsid w:val="00A616C9"/>
    <w:rsid w:val="00A642CF"/>
    <w:rsid w:val="00A87626"/>
    <w:rsid w:val="00A946C6"/>
    <w:rsid w:val="00A950FA"/>
    <w:rsid w:val="00AB3343"/>
    <w:rsid w:val="00AB3E72"/>
    <w:rsid w:val="00AB7D26"/>
    <w:rsid w:val="00AC1B60"/>
    <w:rsid w:val="00AC5299"/>
    <w:rsid w:val="00AF02A0"/>
    <w:rsid w:val="00AF23CB"/>
    <w:rsid w:val="00B25C73"/>
    <w:rsid w:val="00B44CD1"/>
    <w:rsid w:val="00B54BB6"/>
    <w:rsid w:val="00B6217F"/>
    <w:rsid w:val="00B63519"/>
    <w:rsid w:val="00B7552D"/>
    <w:rsid w:val="00B8734E"/>
    <w:rsid w:val="00BB1AB9"/>
    <w:rsid w:val="00BB6151"/>
    <w:rsid w:val="00BC2AE3"/>
    <w:rsid w:val="00BD0EEB"/>
    <w:rsid w:val="00BD2797"/>
    <w:rsid w:val="00BE439E"/>
    <w:rsid w:val="00C002F7"/>
    <w:rsid w:val="00C04A78"/>
    <w:rsid w:val="00C077E7"/>
    <w:rsid w:val="00C12061"/>
    <w:rsid w:val="00C171D5"/>
    <w:rsid w:val="00C3101F"/>
    <w:rsid w:val="00C358EB"/>
    <w:rsid w:val="00C54804"/>
    <w:rsid w:val="00C65240"/>
    <w:rsid w:val="00C662E2"/>
    <w:rsid w:val="00C97C60"/>
    <w:rsid w:val="00CA1703"/>
    <w:rsid w:val="00CA5DAB"/>
    <w:rsid w:val="00CA7EB7"/>
    <w:rsid w:val="00CC5143"/>
    <w:rsid w:val="00CC6C53"/>
    <w:rsid w:val="00CD2A7C"/>
    <w:rsid w:val="00CD46EB"/>
    <w:rsid w:val="00CD52EE"/>
    <w:rsid w:val="00CF2E3C"/>
    <w:rsid w:val="00D064AC"/>
    <w:rsid w:val="00D21AE7"/>
    <w:rsid w:val="00D4043D"/>
    <w:rsid w:val="00D40BE9"/>
    <w:rsid w:val="00D47034"/>
    <w:rsid w:val="00D60D6F"/>
    <w:rsid w:val="00D92CEB"/>
    <w:rsid w:val="00DB51BB"/>
    <w:rsid w:val="00DD595D"/>
    <w:rsid w:val="00DE3425"/>
    <w:rsid w:val="00E015A1"/>
    <w:rsid w:val="00E13139"/>
    <w:rsid w:val="00E32630"/>
    <w:rsid w:val="00E338E9"/>
    <w:rsid w:val="00E40137"/>
    <w:rsid w:val="00E43A98"/>
    <w:rsid w:val="00E46578"/>
    <w:rsid w:val="00E71515"/>
    <w:rsid w:val="00E71B06"/>
    <w:rsid w:val="00E83405"/>
    <w:rsid w:val="00E94369"/>
    <w:rsid w:val="00E96628"/>
    <w:rsid w:val="00EE117A"/>
    <w:rsid w:val="00EF1F8B"/>
    <w:rsid w:val="00F25DE5"/>
    <w:rsid w:val="00F40C4C"/>
    <w:rsid w:val="00F56185"/>
    <w:rsid w:val="00F57F9E"/>
    <w:rsid w:val="00F702D3"/>
    <w:rsid w:val="00F71859"/>
    <w:rsid w:val="00F74C3E"/>
    <w:rsid w:val="00F869C1"/>
    <w:rsid w:val="00FA2FBB"/>
    <w:rsid w:val="00FA46AF"/>
    <w:rsid w:val="00FA4A19"/>
    <w:rsid w:val="00FB44B1"/>
    <w:rsid w:val="00FE778B"/>
    <w:rsid w:val="00FF3F60"/>
    <w:rsid w:val="00FF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3C2A"/>
  </w:style>
  <w:style w:type="paragraph" w:styleId="1">
    <w:name w:val="heading 1"/>
    <w:basedOn w:val="a"/>
    <w:next w:val="a"/>
    <w:qFormat/>
    <w:rsid w:val="00153C2A"/>
    <w:pPr>
      <w:keepNext/>
      <w:ind w:firstLine="851"/>
      <w:outlineLvl w:val="0"/>
    </w:pPr>
    <w:rPr>
      <w:b/>
    </w:rPr>
  </w:style>
  <w:style w:type="paragraph" w:styleId="2">
    <w:name w:val="heading 2"/>
    <w:basedOn w:val="a"/>
    <w:next w:val="a"/>
    <w:qFormat/>
    <w:rsid w:val="00153C2A"/>
    <w:pPr>
      <w:keepNext/>
      <w:ind w:firstLine="851"/>
      <w:jc w:val="right"/>
      <w:outlineLvl w:val="1"/>
    </w:pPr>
    <w:rPr>
      <w:b/>
    </w:rPr>
  </w:style>
  <w:style w:type="paragraph" w:styleId="3">
    <w:name w:val="heading 3"/>
    <w:basedOn w:val="a"/>
    <w:next w:val="a"/>
    <w:qFormat/>
    <w:rsid w:val="00153C2A"/>
    <w:pPr>
      <w:keepNext/>
      <w:ind w:firstLine="851"/>
      <w:outlineLvl w:val="2"/>
    </w:pPr>
    <w:rPr>
      <w:sz w:val="24"/>
    </w:rPr>
  </w:style>
  <w:style w:type="paragraph" w:styleId="4">
    <w:name w:val="heading 4"/>
    <w:basedOn w:val="a"/>
    <w:next w:val="a"/>
    <w:qFormat/>
    <w:rsid w:val="00153C2A"/>
    <w:pPr>
      <w:keepNext/>
      <w:jc w:val="center"/>
      <w:outlineLvl w:val="3"/>
    </w:pPr>
    <w:rPr>
      <w:b/>
      <w:spacing w:val="110"/>
      <w:sz w:val="48"/>
    </w:rPr>
  </w:style>
  <w:style w:type="paragraph" w:styleId="5">
    <w:name w:val="heading 5"/>
    <w:basedOn w:val="a"/>
    <w:next w:val="a"/>
    <w:qFormat/>
    <w:rsid w:val="00153C2A"/>
    <w:pPr>
      <w:keepNext/>
      <w:jc w:val="right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153C2A"/>
    <w:pPr>
      <w:keepNext/>
      <w:jc w:val="center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3C2A"/>
    <w:rPr>
      <w:b/>
      <w:sz w:val="24"/>
    </w:rPr>
  </w:style>
  <w:style w:type="paragraph" w:styleId="a4">
    <w:name w:val="Balloon Text"/>
    <w:basedOn w:val="a"/>
    <w:link w:val="a5"/>
    <w:rsid w:val="00BE43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E43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3;&#1086;&#1074;&#1099;&#1081;%20&#1076;&#1086;&#1082;&#1091;&#1084;&#1077;&#1085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05991-F1C4-4283-ADF8-3BB394E01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Новый документ</Template>
  <TotalTime>3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"УТВЕРЖДАЮ"</vt:lpstr>
    </vt:vector>
  </TitlesOfParts>
  <Company>Гос. инспекция труда по КО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"УТВЕРЖДАЮ"</dc:title>
  <dc:subject/>
  <dc:creator>Евгений Булатов</dc:creator>
  <cp:keywords/>
  <cp:lastModifiedBy>TENSOR</cp:lastModifiedBy>
  <cp:revision>2</cp:revision>
  <cp:lastPrinted>2015-05-28T12:26:00Z</cp:lastPrinted>
  <dcterms:created xsi:type="dcterms:W3CDTF">2015-05-28T12:27:00Z</dcterms:created>
  <dcterms:modified xsi:type="dcterms:W3CDTF">2015-05-28T12:27:00Z</dcterms:modified>
</cp:coreProperties>
</file>