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7B5" w:rsidRDefault="00CB57B5" w:rsidP="008B6393">
      <w:pPr>
        <w:jc w:val="right"/>
        <w:rPr>
          <w:sz w:val="28"/>
        </w:rPr>
      </w:pPr>
    </w:p>
    <w:p w:rsidR="00CB57B5" w:rsidRDefault="00CB57B5" w:rsidP="008B6393">
      <w:pPr>
        <w:jc w:val="right"/>
        <w:rPr>
          <w:sz w:val="28"/>
        </w:rPr>
      </w:pPr>
    </w:p>
    <w:p w:rsidR="008B6393" w:rsidRDefault="008B6393" w:rsidP="008B6393">
      <w:pPr>
        <w:jc w:val="right"/>
        <w:rPr>
          <w:sz w:val="28"/>
        </w:rPr>
      </w:pPr>
    </w:p>
    <w:p w:rsidR="008B6393" w:rsidRPr="009737F8" w:rsidRDefault="008B6393" w:rsidP="009737F8">
      <w:pPr>
        <w:ind w:firstLine="851"/>
        <w:jc w:val="center"/>
        <w:rPr>
          <w:sz w:val="28"/>
          <w:szCs w:val="28"/>
        </w:rPr>
      </w:pPr>
      <w:r w:rsidRPr="009737F8">
        <w:rPr>
          <w:sz w:val="28"/>
          <w:szCs w:val="28"/>
        </w:rPr>
        <w:t xml:space="preserve">Информация о </w:t>
      </w:r>
      <w:r w:rsidR="006E7C34">
        <w:rPr>
          <w:sz w:val="28"/>
          <w:szCs w:val="28"/>
        </w:rPr>
        <w:t>результатах конкурса</w:t>
      </w:r>
      <w:r w:rsidR="009737F8" w:rsidRPr="009737F8">
        <w:rPr>
          <w:sz w:val="28"/>
          <w:szCs w:val="28"/>
        </w:rPr>
        <w:t xml:space="preserve"> </w:t>
      </w:r>
    </w:p>
    <w:p w:rsidR="008B6393" w:rsidRPr="009737F8" w:rsidRDefault="008B6393" w:rsidP="009737F8">
      <w:pPr>
        <w:pStyle w:val="ConsPlusNonformat"/>
        <w:ind w:firstLine="851"/>
        <w:rPr>
          <w:sz w:val="28"/>
          <w:szCs w:val="28"/>
        </w:rPr>
      </w:pPr>
    </w:p>
    <w:p w:rsidR="00DB17E6" w:rsidRDefault="008B6393" w:rsidP="000A6913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37F8">
        <w:rPr>
          <w:rFonts w:ascii="Times New Roman" w:hAnsi="Times New Roman" w:cs="Times New Roman"/>
          <w:sz w:val="28"/>
          <w:szCs w:val="28"/>
        </w:rPr>
        <w:t>Государственной инспекци</w:t>
      </w:r>
      <w:r w:rsidR="006E7C34">
        <w:rPr>
          <w:rFonts w:ascii="Times New Roman" w:hAnsi="Times New Roman" w:cs="Times New Roman"/>
          <w:sz w:val="28"/>
          <w:szCs w:val="28"/>
        </w:rPr>
        <w:t>ей</w:t>
      </w:r>
      <w:r w:rsidRPr="009737F8">
        <w:rPr>
          <w:rFonts w:ascii="Times New Roman" w:hAnsi="Times New Roman" w:cs="Times New Roman"/>
          <w:sz w:val="28"/>
          <w:szCs w:val="28"/>
        </w:rPr>
        <w:t xml:space="preserve"> труда в Костромской области</w:t>
      </w:r>
      <w:r w:rsidR="009737F8">
        <w:rPr>
          <w:rFonts w:ascii="Times New Roman" w:hAnsi="Times New Roman" w:cs="Times New Roman"/>
          <w:sz w:val="28"/>
          <w:szCs w:val="28"/>
        </w:rPr>
        <w:t xml:space="preserve"> </w:t>
      </w:r>
      <w:r w:rsidR="006E7C34">
        <w:rPr>
          <w:rFonts w:ascii="Times New Roman" w:hAnsi="Times New Roman" w:cs="Times New Roman"/>
          <w:sz w:val="28"/>
          <w:szCs w:val="28"/>
        </w:rPr>
        <w:t xml:space="preserve">приказом от 13.06.2018 объявлен конкурс </w:t>
      </w:r>
      <w:r w:rsidRPr="009737F8">
        <w:rPr>
          <w:rFonts w:ascii="Times New Roman" w:hAnsi="Times New Roman" w:cs="Times New Roman"/>
          <w:sz w:val="28"/>
          <w:szCs w:val="28"/>
        </w:rPr>
        <w:t>на замещение вакантн</w:t>
      </w:r>
      <w:r w:rsidR="000A6913">
        <w:rPr>
          <w:rFonts w:ascii="Times New Roman" w:hAnsi="Times New Roman" w:cs="Times New Roman"/>
          <w:sz w:val="28"/>
          <w:szCs w:val="28"/>
        </w:rPr>
        <w:t>ой</w:t>
      </w:r>
      <w:r w:rsidRPr="009737F8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0A6913">
        <w:rPr>
          <w:rFonts w:ascii="Times New Roman" w:hAnsi="Times New Roman" w:cs="Times New Roman"/>
          <w:sz w:val="28"/>
          <w:szCs w:val="28"/>
        </w:rPr>
        <w:t>и</w:t>
      </w:r>
      <w:r w:rsidRPr="009737F8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</w:t>
      </w:r>
      <w:r w:rsidR="006E7C34">
        <w:rPr>
          <w:rFonts w:ascii="Times New Roman" w:hAnsi="Times New Roman" w:cs="Times New Roman"/>
          <w:sz w:val="28"/>
          <w:szCs w:val="28"/>
        </w:rPr>
        <w:t xml:space="preserve"> - </w:t>
      </w:r>
      <w:r w:rsidR="000A6913">
        <w:rPr>
          <w:rFonts w:ascii="Times New Roman" w:hAnsi="Times New Roman" w:cs="Times New Roman"/>
          <w:sz w:val="28"/>
          <w:szCs w:val="28"/>
        </w:rPr>
        <w:t>государственный инспектор труда Государственной инспекции труда в Костромской области</w:t>
      </w:r>
      <w:r w:rsidR="006E7C34">
        <w:rPr>
          <w:rFonts w:ascii="Times New Roman" w:hAnsi="Times New Roman" w:cs="Times New Roman"/>
          <w:sz w:val="28"/>
          <w:szCs w:val="28"/>
        </w:rPr>
        <w:t>.</w:t>
      </w:r>
      <w:r w:rsidR="000A69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37F8" w:rsidRDefault="006E7C34" w:rsidP="007567F8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Конкурс не состоялся в связи с отсутствием кандидат</w:t>
      </w:r>
      <w:r w:rsidR="003D1D56">
        <w:rPr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8B6393" w:rsidRPr="008B6393" w:rsidRDefault="008B6393" w:rsidP="008B6393">
      <w:pPr>
        <w:jc w:val="center"/>
        <w:rPr>
          <w:sz w:val="28"/>
          <w:szCs w:val="28"/>
        </w:rPr>
      </w:pPr>
    </w:p>
    <w:p w:rsidR="00D211C1" w:rsidRDefault="00D211C1">
      <w:pPr>
        <w:ind w:firstLine="720"/>
        <w:rPr>
          <w:sz w:val="28"/>
        </w:rPr>
      </w:pPr>
    </w:p>
    <w:sectPr w:rsidR="00D211C1" w:rsidSect="00FF2E85">
      <w:type w:val="continuous"/>
      <w:pgSz w:w="11907" w:h="16840"/>
      <w:pgMar w:top="567" w:right="709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45738"/>
    <w:multiLevelType w:val="multilevel"/>
    <w:tmpl w:val="9CC2258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">
    <w:nsid w:val="14CB68BC"/>
    <w:multiLevelType w:val="hybridMultilevel"/>
    <w:tmpl w:val="795C44B4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15156B9A"/>
    <w:multiLevelType w:val="multilevel"/>
    <w:tmpl w:val="B09E0C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157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">
    <w:nsid w:val="17013CCA"/>
    <w:multiLevelType w:val="multilevel"/>
    <w:tmpl w:val="BF4C7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20" w:hanging="11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0" w:hanging="11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90" w:hanging="11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4">
    <w:nsid w:val="3E3A73FF"/>
    <w:multiLevelType w:val="multilevel"/>
    <w:tmpl w:val="C3423DC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5">
    <w:nsid w:val="4A780FBD"/>
    <w:multiLevelType w:val="hybridMultilevel"/>
    <w:tmpl w:val="C2D04636"/>
    <w:lvl w:ilvl="0" w:tplc="A05ECF0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B779A"/>
    <w:multiLevelType w:val="multilevel"/>
    <w:tmpl w:val="4582FEC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7">
    <w:nsid w:val="513B03C0"/>
    <w:multiLevelType w:val="hybridMultilevel"/>
    <w:tmpl w:val="62864B2C"/>
    <w:lvl w:ilvl="0" w:tplc="74625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B0D09"/>
    <w:rsid w:val="000023E8"/>
    <w:rsid w:val="000110F4"/>
    <w:rsid w:val="00045FE1"/>
    <w:rsid w:val="000719A4"/>
    <w:rsid w:val="00073F2C"/>
    <w:rsid w:val="00080B48"/>
    <w:rsid w:val="000A6913"/>
    <w:rsid w:val="000F2EB9"/>
    <w:rsid w:val="00126AF3"/>
    <w:rsid w:val="00136CB8"/>
    <w:rsid w:val="0015104D"/>
    <w:rsid w:val="0019166B"/>
    <w:rsid w:val="00193268"/>
    <w:rsid w:val="001D5C53"/>
    <w:rsid w:val="001E19CB"/>
    <w:rsid w:val="001E4082"/>
    <w:rsid w:val="00231C0F"/>
    <w:rsid w:val="002B5DC2"/>
    <w:rsid w:val="0034682E"/>
    <w:rsid w:val="003534F2"/>
    <w:rsid w:val="003702D1"/>
    <w:rsid w:val="003D1D56"/>
    <w:rsid w:val="004821CA"/>
    <w:rsid w:val="00507767"/>
    <w:rsid w:val="005176FF"/>
    <w:rsid w:val="00687180"/>
    <w:rsid w:val="006B16B1"/>
    <w:rsid w:val="006E7C34"/>
    <w:rsid w:val="006F73F3"/>
    <w:rsid w:val="007567F8"/>
    <w:rsid w:val="0077741B"/>
    <w:rsid w:val="007E4F64"/>
    <w:rsid w:val="00805C9C"/>
    <w:rsid w:val="00817293"/>
    <w:rsid w:val="00820025"/>
    <w:rsid w:val="008218E4"/>
    <w:rsid w:val="008515B4"/>
    <w:rsid w:val="008B6393"/>
    <w:rsid w:val="008D271C"/>
    <w:rsid w:val="008F0F97"/>
    <w:rsid w:val="00922F81"/>
    <w:rsid w:val="00934E4A"/>
    <w:rsid w:val="009737F8"/>
    <w:rsid w:val="009B0022"/>
    <w:rsid w:val="009B0A22"/>
    <w:rsid w:val="009D7A64"/>
    <w:rsid w:val="00A11289"/>
    <w:rsid w:val="00A13EF0"/>
    <w:rsid w:val="00A15144"/>
    <w:rsid w:val="00A26D1D"/>
    <w:rsid w:val="00A6023F"/>
    <w:rsid w:val="00AA334D"/>
    <w:rsid w:val="00AB4F8F"/>
    <w:rsid w:val="00B41FF9"/>
    <w:rsid w:val="00B81A88"/>
    <w:rsid w:val="00B84A3F"/>
    <w:rsid w:val="00BB2F76"/>
    <w:rsid w:val="00BB4AE7"/>
    <w:rsid w:val="00BC0603"/>
    <w:rsid w:val="00CA3028"/>
    <w:rsid w:val="00CB57B5"/>
    <w:rsid w:val="00CF700C"/>
    <w:rsid w:val="00D02FFE"/>
    <w:rsid w:val="00D072FF"/>
    <w:rsid w:val="00D211C1"/>
    <w:rsid w:val="00D228DC"/>
    <w:rsid w:val="00D41533"/>
    <w:rsid w:val="00D53291"/>
    <w:rsid w:val="00D5691E"/>
    <w:rsid w:val="00D67AC8"/>
    <w:rsid w:val="00DA69B9"/>
    <w:rsid w:val="00DB0D09"/>
    <w:rsid w:val="00DB13F2"/>
    <w:rsid w:val="00DB17E6"/>
    <w:rsid w:val="00DC0938"/>
    <w:rsid w:val="00DC3B8B"/>
    <w:rsid w:val="00DE2050"/>
    <w:rsid w:val="00E42EAC"/>
    <w:rsid w:val="00E51E64"/>
    <w:rsid w:val="00EC77E1"/>
    <w:rsid w:val="00EF16D5"/>
    <w:rsid w:val="00F12053"/>
    <w:rsid w:val="00F7188C"/>
    <w:rsid w:val="00FA3039"/>
    <w:rsid w:val="00FC3638"/>
    <w:rsid w:val="00FD6D6B"/>
    <w:rsid w:val="00FE7430"/>
    <w:rsid w:val="00FF2BFF"/>
    <w:rsid w:val="00FF2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13F2"/>
  </w:style>
  <w:style w:type="paragraph" w:styleId="1">
    <w:name w:val="heading 1"/>
    <w:basedOn w:val="a"/>
    <w:next w:val="a"/>
    <w:qFormat/>
    <w:rsid w:val="00DB13F2"/>
    <w:pPr>
      <w:keepNext/>
      <w:ind w:firstLine="567"/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DB13F2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DB13F2"/>
    <w:pPr>
      <w:keepNext/>
      <w:ind w:left="1437"/>
      <w:outlineLvl w:val="2"/>
    </w:pPr>
    <w:rPr>
      <w:sz w:val="28"/>
    </w:rPr>
  </w:style>
  <w:style w:type="paragraph" w:styleId="4">
    <w:name w:val="heading 4"/>
    <w:basedOn w:val="a"/>
    <w:next w:val="a"/>
    <w:qFormat/>
    <w:rsid w:val="00DB13F2"/>
    <w:pPr>
      <w:keepNext/>
      <w:ind w:left="708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DB13F2"/>
    <w:pPr>
      <w:keepNext/>
      <w:ind w:left="1065"/>
      <w:outlineLvl w:val="4"/>
    </w:pPr>
    <w:rPr>
      <w:sz w:val="28"/>
    </w:rPr>
  </w:style>
  <w:style w:type="paragraph" w:styleId="6">
    <w:name w:val="heading 6"/>
    <w:basedOn w:val="a"/>
    <w:next w:val="a"/>
    <w:qFormat/>
    <w:rsid w:val="00DB13F2"/>
    <w:pPr>
      <w:keepNext/>
      <w:jc w:val="center"/>
      <w:outlineLvl w:val="5"/>
    </w:pPr>
    <w:rPr>
      <w:b/>
      <w:spacing w:val="200"/>
      <w:sz w:val="36"/>
    </w:rPr>
  </w:style>
  <w:style w:type="paragraph" w:styleId="7">
    <w:name w:val="heading 7"/>
    <w:basedOn w:val="a"/>
    <w:next w:val="a"/>
    <w:qFormat/>
    <w:rsid w:val="00DB13F2"/>
    <w:pPr>
      <w:keepNext/>
      <w:ind w:left="356"/>
      <w:outlineLvl w:val="6"/>
    </w:pPr>
    <w:rPr>
      <w:sz w:val="28"/>
    </w:rPr>
  </w:style>
  <w:style w:type="paragraph" w:styleId="8">
    <w:name w:val="heading 8"/>
    <w:basedOn w:val="a"/>
    <w:next w:val="a"/>
    <w:qFormat/>
    <w:rsid w:val="00DB13F2"/>
    <w:pPr>
      <w:keepNext/>
      <w:jc w:val="center"/>
      <w:outlineLvl w:val="7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13F2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DB13F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DB13F2"/>
  </w:style>
  <w:style w:type="paragraph" w:styleId="a6">
    <w:name w:val="Body Text Indent"/>
    <w:basedOn w:val="a"/>
    <w:rsid w:val="00DB13F2"/>
    <w:pPr>
      <w:ind w:left="1560" w:hanging="852"/>
      <w:jc w:val="both"/>
    </w:pPr>
    <w:rPr>
      <w:sz w:val="28"/>
    </w:rPr>
  </w:style>
  <w:style w:type="paragraph" w:styleId="20">
    <w:name w:val="Body Text Indent 2"/>
    <w:basedOn w:val="a"/>
    <w:rsid w:val="00DB13F2"/>
    <w:pPr>
      <w:ind w:left="1500" w:hanging="366"/>
    </w:pPr>
    <w:rPr>
      <w:sz w:val="28"/>
    </w:rPr>
  </w:style>
  <w:style w:type="paragraph" w:styleId="30">
    <w:name w:val="Body Text Indent 3"/>
    <w:basedOn w:val="a"/>
    <w:rsid w:val="00DB13F2"/>
    <w:pPr>
      <w:ind w:left="1350"/>
    </w:pPr>
    <w:rPr>
      <w:sz w:val="28"/>
    </w:rPr>
  </w:style>
  <w:style w:type="paragraph" w:styleId="a7">
    <w:name w:val="Body Text"/>
    <w:basedOn w:val="a"/>
    <w:rsid w:val="00DB13F2"/>
    <w:rPr>
      <w:sz w:val="28"/>
    </w:rPr>
  </w:style>
  <w:style w:type="paragraph" w:styleId="a8">
    <w:name w:val="Balloon Text"/>
    <w:basedOn w:val="a"/>
    <w:link w:val="a9"/>
    <w:rsid w:val="005176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176F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8B6393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\&#1043;&#1048;&#1058;\&#1041;&#1083;&#1072;&#1085;&#1082;%20&#1087;&#1088;&#1080;&#1082;&#1072;&#1079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939D1-180C-43D0-A68C-9BE3166E1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</Template>
  <TotalTime>6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инспекция труда по КО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cp:lastModifiedBy>TENSOR</cp:lastModifiedBy>
  <cp:revision>3</cp:revision>
  <cp:lastPrinted>2011-03-30T05:42:00Z</cp:lastPrinted>
  <dcterms:created xsi:type="dcterms:W3CDTF">2018-07-05T08:09:00Z</dcterms:created>
  <dcterms:modified xsi:type="dcterms:W3CDTF">2018-07-05T08:11:00Z</dcterms:modified>
</cp:coreProperties>
</file>